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84520" cy="1950720"/>
                <wp:effectExtent l="0" t="0" r="1143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4520" cy="19507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7.6pt;height:15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" filled="f" strokecolor="#76923c [2406]" strokeweight="1pt"/>
            </w:pict>
          </mc:Fallback>
        </mc:AlternateContent>
      </w:r>
      <w:r w:rsidR="00EF0255">
        <w:rPr>
          <w:rFonts w:ascii="Arial" w:hAnsi="Arial" w:cs="Arial"/>
          <w:b/>
          <w:color w:val="76923C" w:themeColor="accent3" w:themeShade="BF"/>
          <w:sz w:val="28"/>
          <w:szCs w:val="28"/>
        </w:rPr>
        <w:t>CALCULS EN CHIFFRES ARABES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"fiche chiffres arabes" 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"fiche calculs en arabe"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stylos 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C768F3" w:rsidRDefault="00C768F3" w:rsidP="00C768F3">
      <w:pPr>
        <w:spacing w:after="0"/>
        <w:ind w:left="2124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C768F3" w:rsidRDefault="00687DE3" w:rsidP="00C768F3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EF025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EF0255" w:rsidRDefault="00EF0255" w:rsidP="006C76F6">
      <w:pPr>
        <w:ind w:left="720"/>
        <w:jc w:val="both"/>
        <w:rPr>
          <w:rFonts w:ascii="Arial" w:hAnsi="Arial" w:cs="Arial"/>
          <w:b/>
        </w:rPr>
      </w:pPr>
      <w:r w:rsidRPr="00EF0255">
        <w:rPr>
          <w:rFonts w:ascii="Arial" w:hAnsi="Arial" w:cs="Arial"/>
          <w:b/>
        </w:rPr>
        <w:t>Cette activité est une initiation à la lecture et à l'écriture arabe par l'utilisation des chiffres orientaux dans les calculs simples.</w:t>
      </w:r>
      <w:r w:rsidR="006C76F6" w:rsidRPr="006C76F6">
        <w:t xml:space="preserve"> </w:t>
      </w:r>
      <w:r w:rsidR="006C76F6" w:rsidRPr="006C76F6">
        <w:rPr>
          <w:rFonts w:ascii="Arial" w:hAnsi="Arial" w:cs="Arial"/>
          <w:b/>
        </w:rPr>
        <w:t>Le but est d'apprendre à calculer en chiffres arabes, ainsi, il convient de comprendre que l'</w:t>
      </w:r>
      <w:r w:rsidR="006C76F6">
        <w:rPr>
          <w:rFonts w:ascii="Arial" w:hAnsi="Arial" w:cs="Arial"/>
          <w:b/>
        </w:rPr>
        <w:t xml:space="preserve">arabe se lit de droite à gauche. </w:t>
      </w:r>
    </w:p>
    <w:p w:rsidR="000E4464" w:rsidRPr="00177EC9" w:rsidRDefault="000E4464" w:rsidP="006C76F6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6C76F6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6C76F6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EF0255" w:rsidRPr="00EF0255" w:rsidRDefault="00EF0255" w:rsidP="006C76F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lit et commente</w:t>
      </w:r>
      <w:r w:rsidRPr="00EF0255">
        <w:rPr>
          <w:rFonts w:ascii="Arial" w:hAnsi="Arial" w:cs="Arial"/>
          <w:b/>
        </w:rPr>
        <w:t xml:space="preserve"> l'origine des chiffres arabes.</w:t>
      </w:r>
    </w:p>
    <w:p w:rsidR="00EF0255" w:rsidRPr="00EF0255" w:rsidRDefault="00EF0255" w:rsidP="006C76F6">
      <w:pPr>
        <w:pStyle w:val="Paragraphedeliste"/>
        <w:jc w:val="both"/>
        <w:rPr>
          <w:rFonts w:ascii="Arial" w:hAnsi="Arial" w:cs="Arial"/>
          <w:b/>
        </w:rPr>
      </w:pPr>
    </w:p>
    <w:p w:rsidR="00EF0255" w:rsidRPr="00EF0255" w:rsidRDefault="00A114CB" w:rsidP="006C76F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fait</w:t>
      </w:r>
      <w:r w:rsidR="00EF0255" w:rsidRPr="00EF0255">
        <w:rPr>
          <w:rFonts w:ascii="Arial" w:hAnsi="Arial" w:cs="Arial"/>
          <w:b/>
        </w:rPr>
        <w:t xml:space="preserve"> prononcer les chiffres en arabe.</w:t>
      </w:r>
    </w:p>
    <w:p w:rsidR="00EF0255" w:rsidRPr="00EF0255" w:rsidRDefault="00EF0255" w:rsidP="006C76F6">
      <w:pPr>
        <w:pStyle w:val="Paragraphedeliste"/>
        <w:jc w:val="both"/>
        <w:rPr>
          <w:rFonts w:ascii="Arial" w:hAnsi="Arial" w:cs="Arial"/>
          <w:b/>
        </w:rPr>
      </w:pPr>
    </w:p>
    <w:p w:rsidR="00EF0255" w:rsidRPr="00EF0255" w:rsidRDefault="00A114CB" w:rsidP="006C76F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</w:t>
      </w:r>
      <w:r w:rsidR="00C768F3">
        <w:rPr>
          <w:rFonts w:ascii="Arial" w:hAnsi="Arial" w:cs="Arial"/>
          <w:b/>
        </w:rPr>
        <w:t xml:space="preserve"> les élèves reçoivent la fiche de calculs en arabe. Les élèves tentent alors de résoudre les additions et les soustractions proposées. L'adulte doit faire</w:t>
      </w:r>
      <w:r w:rsidR="00EF0255" w:rsidRPr="00EF0255">
        <w:rPr>
          <w:rFonts w:ascii="Arial" w:hAnsi="Arial" w:cs="Arial"/>
          <w:b/>
        </w:rPr>
        <w:t xml:space="preserve"> comprendre</w:t>
      </w:r>
      <w:r w:rsidR="00C768F3">
        <w:rPr>
          <w:rFonts w:ascii="Arial" w:hAnsi="Arial" w:cs="Arial"/>
          <w:b/>
        </w:rPr>
        <w:t xml:space="preserve"> aux élèves</w:t>
      </w:r>
      <w:r w:rsidR="00EF0255" w:rsidRPr="00EF0255">
        <w:rPr>
          <w:rFonts w:ascii="Arial" w:hAnsi="Arial" w:cs="Arial"/>
          <w:b/>
        </w:rPr>
        <w:t xml:space="preserve"> que les résultats</w:t>
      </w:r>
      <w:r w:rsidR="00C768F3">
        <w:rPr>
          <w:rFonts w:ascii="Arial" w:hAnsi="Arial" w:cs="Arial"/>
          <w:b/>
        </w:rPr>
        <w:t xml:space="preserve"> de ces calculs</w:t>
      </w:r>
      <w:r w:rsidR="00EF0255" w:rsidRPr="00EF0255">
        <w:rPr>
          <w:rFonts w:ascii="Arial" w:hAnsi="Arial" w:cs="Arial"/>
          <w:b/>
        </w:rPr>
        <w:t xml:space="preserve"> doivent être écrits en arabe.</w:t>
      </w:r>
    </w:p>
    <w:p w:rsidR="00EF0255" w:rsidRPr="00EF0255" w:rsidRDefault="00EF0255" w:rsidP="006C76F6">
      <w:pPr>
        <w:pStyle w:val="Paragraphedeliste"/>
        <w:jc w:val="both"/>
        <w:rPr>
          <w:rFonts w:ascii="Arial" w:hAnsi="Arial" w:cs="Arial"/>
          <w:b/>
        </w:rPr>
      </w:pPr>
      <w:bookmarkStart w:id="0" w:name="_GoBack"/>
      <w:bookmarkEnd w:id="0"/>
    </w:p>
    <w:p w:rsidR="00837771" w:rsidRPr="00EF0255" w:rsidRDefault="00EF0255" w:rsidP="006C76F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F0255">
        <w:rPr>
          <w:rFonts w:ascii="Arial" w:hAnsi="Arial" w:cs="Arial"/>
          <w:b/>
        </w:rPr>
        <w:t>Les élèves peuvent garder les feuilles remplies.</w:t>
      </w:r>
    </w:p>
    <w:sectPr w:rsidR="00837771" w:rsidRPr="00EF0255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6C76F6"/>
    <w:rsid w:val="007D5C21"/>
    <w:rsid w:val="00837771"/>
    <w:rsid w:val="00A114CB"/>
    <w:rsid w:val="00B431DF"/>
    <w:rsid w:val="00BA04A6"/>
    <w:rsid w:val="00C113DD"/>
    <w:rsid w:val="00C45E62"/>
    <w:rsid w:val="00C768F3"/>
    <w:rsid w:val="00D61C79"/>
    <w:rsid w:val="00DF5E50"/>
    <w:rsid w:val="00EF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61380C89.dotm</Template>
  <TotalTime>1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2019-07-25T12:12:00Z</dcterms:created>
  <dcterms:modified xsi:type="dcterms:W3CDTF">2019-07-26T09:11:00Z</dcterms:modified>
</cp:coreProperties>
</file>